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4846B85F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C1BF28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0042F3" w:rsidP="000042F3" w:rsidRDefault="0071620A" w14:paraId="1C575D12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042F3">
        <w:rPr>
          <w:rFonts w:ascii="Corbel" w:hAnsi="Corbel"/>
          <w:i/>
          <w:smallCaps/>
          <w:sz w:val="24"/>
          <w:szCs w:val="24"/>
        </w:rPr>
        <w:t>2022-2025</w:t>
      </w:r>
    </w:p>
    <w:p w:rsidRPr="0015164A" w:rsidR="0085747A" w:rsidP="00EA4832" w:rsidRDefault="0085747A" w14:paraId="3734BD20" w14:textId="188AB53B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</w:p>
    <w:p w:rsidRPr="00EA4832" w:rsidR="00445970" w:rsidP="00DE5274" w:rsidRDefault="00445970" w14:paraId="59CEBEB6" w14:textId="1AA4AE6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</w:t>
      </w:r>
      <w:r w:rsidR="000042F3">
        <w:rPr>
          <w:rFonts w:ascii="Corbel" w:hAnsi="Corbel"/>
          <w:sz w:val="20"/>
          <w:szCs w:val="20"/>
        </w:rPr>
        <w:t>4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</w:t>
      </w:r>
      <w:r w:rsidR="000042F3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6B7738D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7CC591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1C66DB9" w14:paraId="60E0B37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58277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64D48" w14:paraId="093C14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Pr="009C54AE" w:rsidR="0085747A" w:rsidTr="01C66DB9" w14:paraId="1B27A3F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75281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6A1A" w14:paraId="2344A2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4539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D4539E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Pr="009C54AE" w:rsidR="0085747A" w:rsidTr="01C66DB9" w14:paraId="7D46D477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5AC910D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E98F6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1C66DB9" w14:paraId="148BA83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151D3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16F6E" w14:paraId="5B34D2E6" w14:textId="3F9CEE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  <w:bookmarkStart w:name="_GoBack" w:id="0"/>
        <w:bookmarkEnd w:id="0"/>
      </w:tr>
      <w:tr w:rsidRPr="009C54AE" w:rsidR="0085747A" w:rsidTr="01C66DB9" w14:paraId="5286BF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CC0CD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245D2" w14:paraId="1B8EDB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Pr="009C54AE" w:rsidR="0085747A" w:rsidTr="01C66DB9" w14:paraId="0A0C9F86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663AB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34A69" w14:paraId="08ADAE83" w14:textId="5D7143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1C66DB9" w14:paraId="4475C24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15099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C1F36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1C66DB9" w14:paraId="6500572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4AB5A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5D3153" w:rsidR="0085747A" w:rsidP="009C54AE" w:rsidRDefault="00332A21" w14:paraId="6CB48933" w14:textId="1AF4A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5D3153" w:rsidR="005D315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Pr="009C54AE" w:rsidR="0085747A" w:rsidTr="01C66DB9" w14:paraId="47431BD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91C1C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1C66DB9" w:rsidRDefault="004C1AA8" w14:paraId="2687EAB0" w14:textId="0E94586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1C66DB9" w:rsidR="004C1AA8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  <w:r w:rsidRPr="01C66DB9" w:rsidR="00F205FC">
              <w:rPr>
                <w:rFonts w:ascii="Corbel" w:hAnsi="Corbel"/>
                <w:b w:val="0"/>
                <w:bCs w:val="0"/>
                <w:sz w:val="24"/>
                <w:szCs w:val="24"/>
              </w:rPr>
              <w:t>/6</w:t>
            </w:r>
          </w:p>
        </w:tc>
      </w:tr>
      <w:tr w:rsidRPr="009C54AE" w:rsidR="0085747A" w:rsidTr="01C66DB9" w14:paraId="5D38682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4908A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15164A" w:rsidRDefault="0015164A" w14:paraId="680D31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Pr="009C54AE" w:rsidR="00923D7D" w:rsidTr="01C66DB9" w14:paraId="171D1D16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801A9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52DD83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1C66DB9" w14:paraId="6A902A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2F193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5164A" w14:paraId="18C2219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Pr="009C54AE" w:rsidR="0085747A" w:rsidTr="01C66DB9" w14:paraId="3D7725E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BA44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5164A" w14:paraId="7FECE0C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:rsidRPr="009C54AE" w:rsidR="0085747A" w:rsidP="009C54AE" w:rsidRDefault="0085747A" w14:paraId="1EF4F398" w14:textId="5D321C5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0841CF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57573FF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1C66DB9" w14:paraId="4EC4A818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CB3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8C7C2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28669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995F6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2EBB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ECB7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4564C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DBA67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3194D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CC432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DC662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01C66DB9" w14:paraId="4B7282E2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1C66DB9" w:rsidRDefault="00E37334" w14:paraId="6971765C" w14:textId="662C14AB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1C66DB9" w:rsidR="01C66D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C5A16" w:rsidRDefault="00015B8F" w14:paraId="40D698DD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1C66DB9" w:rsidRDefault="00332A21" w14:paraId="03B33047" w14:textId="25BA4120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1C66DB9" w:rsidR="01C66DB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4FCD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C79C9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3ECCA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F3D27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829482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C30F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1C66DB9" w:rsidRDefault="00C64D48" w14:paraId="4034FA48" w14:textId="531C9CF4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1C66DB9" w:rsidR="01C66D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313F31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F609A4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80BA47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5B045D" w:rsidR="00DE5274" w:rsidP="00DE5274" w:rsidRDefault="00DE5274" w14:paraId="2BCFC8E1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5B045D">
        <w:rPr>
          <w:rStyle w:val="normaltextrun"/>
          <w:rFonts w:ascii="Wingdings" w:hAnsi="Wingdings" w:eastAsia="Wingdings" w:cs="Wingdings"/>
        </w:rPr>
        <w:t>þ</w:t>
      </w:r>
      <w:r w:rsidRPr="005B045D">
        <w:rPr>
          <w:rStyle w:val="normaltextrun"/>
          <w:rFonts w:ascii="Corbel" w:hAnsi="Corbel" w:cs="Segoe UI"/>
        </w:rPr>
        <w:t> </w:t>
      </w:r>
      <w:r w:rsidRPr="005B045D">
        <w:rPr>
          <w:rFonts w:ascii="Corbel" w:hAnsi="Corbel"/>
        </w:rPr>
        <w:t>zajęcia w formie tradycyjnej (lub zdalnie z wykorzystaniem platformy Ms </w:t>
      </w:r>
      <w:proofErr w:type="spellStart"/>
      <w:r w:rsidRPr="005B045D">
        <w:rPr>
          <w:rStyle w:val="spellingerror"/>
          <w:rFonts w:ascii="Corbel" w:hAnsi="Corbel"/>
        </w:rPr>
        <w:t>Teams</w:t>
      </w:r>
      <w:proofErr w:type="spellEnd"/>
      <w:r w:rsidRPr="005B045D">
        <w:rPr>
          <w:rStyle w:val="spellingerror"/>
          <w:rFonts w:ascii="Corbel" w:hAnsi="Corbel"/>
        </w:rPr>
        <w:t>)</w:t>
      </w:r>
      <w:r w:rsidRPr="005B045D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DE5274" w:rsidP="00DE5274" w:rsidRDefault="00DE5274" w14:paraId="5D5A2352" w14:textId="2D0901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="00DE5274" w:rsidP="00DE5274" w:rsidRDefault="00DE5274" w14:paraId="4D897E3B" w14:textId="77777777">
      <w:pPr>
        <w:spacing w:after="0" w:line="240" w:lineRule="auto"/>
        <w:ind w:left="426"/>
        <w:rPr>
          <w:rStyle w:val="eop"/>
        </w:rPr>
      </w:pPr>
    </w:p>
    <w:p w:rsidRPr="009C54AE" w:rsidR="00E22FBC" w:rsidP="00F83B28" w:rsidRDefault="00E22FBC" w14:paraId="1649E95A" w14:textId="1A8450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0D724D" w:rsidR="00331BD4" w:rsidP="00331BD4" w:rsidRDefault="000D724D" w14:paraId="3D98D81B" w14:textId="5ED197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:rsidR="00331BD4" w:rsidP="009C54AE" w:rsidRDefault="00331BD4" w14:paraId="2BA763C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FAC305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7DF7077" w14:textId="77777777">
        <w:tc>
          <w:tcPr>
            <w:tcW w:w="9670" w:type="dxa"/>
          </w:tcPr>
          <w:p w:rsidRPr="009C54AE" w:rsidR="0085747A" w:rsidP="009C54AE" w:rsidRDefault="002E129C" w14:paraId="1BC88D3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P="009C54AE" w:rsidRDefault="00153C41" w14:paraId="51EA897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DA8FE1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72879F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6DCE39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P="009C54AE" w:rsidRDefault="00F83B28" w14:paraId="1314A57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57B50" w:rsidR="00D76549" w:rsidTr="00D76549" w14:paraId="1CCA6E4C" w14:textId="77777777">
        <w:tc>
          <w:tcPr>
            <w:tcW w:w="851" w:type="dxa"/>
            <w:vAlign w:val="center"/>
          </w:tcPr>
          <w:p w:rsidRPr="00957B50" w:rsidR="00D76549" w:rsidP="00D76549" w:rsidRDefault="00D76549" w14:paraId="1A1BF53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57B50" w:rsidR="00D76549" w:rsidP="00D76549" w:rsidRDefault="00D76549" w14:paraId="3D9BCB1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Pr="00957B50" w:rsidR="00D76549" w:rsidTr="00D76549" w14:paraId="1EE17AFC" w14:textId="77777777">
        <w:tc>
          <w:tcPr>
            <w:tcW w:w="851" w:type="dxa"/>
            <w:vAlign w:val="center"/>
          </w:tcPr>
          <w:p w:rsidRPr="00957B50" w:rsidR="00D76549" w:rsidP="00D76549" w:rsidRDefault="00D76549" w14:paraId="1CF61DA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32E65" w:rsidR="00D76549" w:rsidP="00D76549" w:rsidRDefault="00D76549" w14:paraId="28DC1A1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Pr="00E32E65" w:rsidR="00D76549" w:rsidTr="00D76549" w14:paraId="59FDFCB2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57B50" w:rsidR="00D76549" w:rsidP="00D76549" w:rsidRDefault="00D76549" w14:paraId="4B37E9D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32E65" w:rsidR="00D76549" w:rsidP="00D76549" w:rsidRDefault="00D76549" w14:paraId="3B12C43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:rsidR="0015164A" w:rsidP="009C54AE" w:rsidRDefault="0015164A" w14:paraId="7FD4118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15164A" w:rsidP="009C54AE" w:rsidRDefault="0015164A" w14:paraId="05B1523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Pr="009C54AE" w:rsidR="001D7B54" w:rsidP="009C54AE" w:rsidRDefault="009F4610" w14:paraId="7EABF0A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253C2D5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63E9B50" w14:paraId="2A25FBE5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10A4CB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1D10BC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2629BC35" w14:textId="3E2942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D76549" w:rsidTr="063E9B50" w14:paraId="555A5185" w14:textId="77777777">
        <w:tc>
          <w:tcPr>
            <w:tcW w:w="1681" w:type="dxa"/>
            <w:tcMar/>
          </w:tcPr>
          <w:p w:rsidRPr="00957B50" w:rsidR="00D76549" w:rsidP="00D76549" w:rsidRDefault="00D76549" w14:paraId="0E3D54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957B50" w:rsidR="00D76549" w:rsidP="00D76549" w:rsidRDefault="00D76549" w14:paraId="61D940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  <w:tcMar/>
          </w:tcPr>
          <w:p w:rsidRPr="00364024" w:rsidR="00D76549" w:rsidP="00D76549" w:rsidRDefault="00D76549" w14:paraId="6688B57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:rsidRPr="00364024" w:rsidR="00D76549" w:rsidP="00D76549" w:rsidRDefault="00C127BF" w14:paraId="25A66E59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:rsidRPr="00957B50" w:rsidR="00D76549" w:rsidP="00D76549" w:rsidRDefault="00D76549" w14:paraId="7CE4172F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D76549" w:rsidTr="063E9B50" w14:paraId="03EA2F0C" w14:textId="77777777">
        <w:tc>
          <w:tcPr>
            <w:tcW w:w="1681" w:type="dxa"/>
            <w:tcMar/>
          </w:tcPr>
          <w:p w:rsidRPr="00957B50" w:rsidR="00D76549" w:rsidP="00D76549" w:rsidRDefault="00D76549" w14:paraId="04F647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957B50" w:rsidR="00D76549" w:rsidP="00D76549" w:rsidRDefault="00D76549" w14:paraId="771F71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  <w:tcMar/>
          </w:tcPr>
          <w:p w:rsidRPr="00404EC0" w:rsidR="00D76549" w:rsidP="00D76549" w:rsidRDefault="00D76549" w14:paraId="0C57BE9B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:rsidRPr="00404EC0" w:rsidR="00D76549" w:rsidP="00D76549" w:rsidRDefault="00C127BF" w14:paraId="1D37F6EF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:rsidR="00D76549" w:rsidP="00D76549" w:rsidRDefault="00C127BF" w14:paraId="0708F243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:rsidRPr="00957B50" w:rsidR="00C127BF" w:rsidP="00C127BF" w:rsidRDefault="00C127BF" w14:paraId="7D42BA18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C54AE" w:rsidR="00D76549" w:rsidTr="063E9B50" w14:paraId="706D3311" w14:textId="77777777">
        <w:tc>
          <w:tcPr>
            <w:tcW w:w="1681" w:type="dxa"/>
            <w:tcMar/>
          </w:tcPr>
          <w:p w:rsidRPr="00957B50" w:rsidR="00D76549" w:rsidP="00D76549" w:rsidRDefault="00D76549" w14:paraId="4A1B8A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957B50" w:rsidR="00D76549" w:rsidP="00D76549" w:rsidRDefault="00D76549" w14:paraId="1D9AFB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  <w:tcMar/>
          </w:tcPr>
          <w:p w:rsidRPr="00957B50" w:rsidR="00D76549" w:rsidP="063E9B50" w:rsidRDefault="00D76549" w14:paraId="3CEFA786" w14:textId="4E3A1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63E9B50" w:rsidR="00D76549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063E9B50" w:rsidR="00C127BF">
              <w:rPr>
                <w:rFonts w:ascii="Corbel" w:hAnsi="Corbel"/>
                <w:b w:val="0"/>
                <w:bCs w:val="0"/>
                <w:caps w:val="0"/>
                <w:smallCaps w:val="0"/>
              </w:rPr>
              <w:t>_U06</w:t>
            </w:r>
          </w:p>
          <w:p w:rsidRPr="00957B50" w:rsidR="00D76549" w:rsidP="063E9B50" w:rsidRDefault="00D76549" w14:paraId="77553772" w14:textId="2CDD5863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063E9B50" w:rsidR="063E9B50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K_K01</w:t>
            </w:r>
          </w:p>
          <w:p w:rsidRPr="00957B50" w:rsidR="00D76549" w:rsidP="063E9B50" w:rsidRDefault="00D76549" w14:paraId="5DBE8124" w14:textId="665F1FE2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063E9B50" w:rsidR="063E9B50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K-K02</w:t>
            </w:r>
          </w:p>
        </w:tc>
      </w:tr>
    </w:tbl>
    <w:p w:rsidRPr="009C54AE" w:rsidR="0085747A" w:rsidP="009C54AE" w:rsidRDefault="0085747A" w14:paraId="284D101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F6EC7A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EC5A16" w:rsidP="00EC5A16" w:rsidRDefault="00EC5A16" w14:paraId="47EF0DB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675843" w:rsidP="009C54AE" w:rsidRDefault="00675843" w14:paraId="38EE057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164A" w14:paraId="28ED794B" w14:textId="77777777">
        <w:tc>
          <w:tcPr>
            <w:tcW w:w="9520" w:type="dxa"/>
          </w:tcPr>
          <w:p w:rsidRPr="009C54AE" w:rsidR="0085747A" w:rsidP="009C54AE" w:rsidRDefault="0085747A" w14:paraId="1E5473D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76549" w:rsidTr="0015164A" w14:paraId="3F20BAE7" w14:textId="77777777">
        <w:tc>
          <w:tcPr>
            <w:tcW w:w="9520" w:type="dxa"/>
          </w:tcPr>
          <w:p w:rsidRPr="00957B50" w:rsidR="00D76549" w:rsidP="00D76549" w:rsidRDefault="00D76549" w14:paraId="3952F8D4" w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Pr="009C54AE" w:rsidR="00D76549" w:rsidTr="002F53FE" w14:paraId="04C323EC" w14:textId="77777777">
        <w:tc>
          <w:tcPr>
            <w:tcW w:w="9520" w:type="dxa"/>
          </w:tcPr>
          <w:p w:rsidRPr="00957B50" w:rsidR="00D76549" w:rsidP="00D76549" w:rsidRDefault="00D76549" w14:paraId="65AEFA3F" w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Pr="00957B50" w:rsidR="00EC5A16" w:rsidTr="00EC5A16" w14:paraId="0A69226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57B50" w:rsidR="00EC5A16" w:rsidP="00EC7042" w:rsidRDefault="004F14B6" w14:paraId="4D45D0D4" w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Pr="00957B50" w:rsidR="00EC5A16" w:rsidTr="00EC5A16" w14:paraId="64BE5BF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57B50" w:rsidR="00EC5A16" w:rsidP="00EC7042" w:rsidRDefault="004F14B6" w14:paraId="7E5A2EB2" w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Pr="00957B50" w:rsidR="00EC5A16" w:rsidTr="00EC5A16" w14:paraId="76A4E51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57B50" w:rsidR="00EC5A16" w:rsidP="00EC7042" w:rsidRDefault="00EC5A16" w14:paraId="75DB3C4A" w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:rsidRPr="009C54AE" w:rsidR="0085747A" w:rsidP="009C54AE" w:rsidRDefault="0085747A" w14:paraId="2EF6315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35CF020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9B34CC" w:rsidP="009B34CC" w:rsidRDefault="009B34CC" w14:paraId="618D04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57B50" w:rsidR="009B34CC" w:rsidP="009B34CC" w:rsidRDefault="009B34CC" w14:paraId="79E54EE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:rsidR="00E960BB" w:rsidP="009C54AE" w:rsidRDefault="00E960BB" w14:paraId="6D1165C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F7AB6B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31C198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B015BA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E26B9A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303DD8" w14:paraId="797BABC1" w14:textId="77777777">
        <w:tc>
          <w:tcPr>
            <w:tcW w:w="1962" w:type="dxa"/>
            <w:vAlign w:val="center"/>
          </w:tcPr>
          <w:p w:rsidRPr="009C54AE" w:rsidR="0085747A" w:rsidP="009C54AE" w:rsidRDefault="0071620A" w14:paraId="1EAD83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18970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0BA26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0543F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B182C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03DD8" w:rsidTr="00303DD8" w14:paraId="11A6B812" w14:textId="77777777">
        <w:tc>
          <w:tcPr>
            <w:tcW w:w="1962" w:type="dxa"/>
          </w:tcPr>
          <w:p w:rsidRPr="00957B50" w:rsidR="00303DD8" w:rsidP="00303DD8" w:rsidRDefault="00303DD8" w14:paraId="187911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:rsidRPr="00957B50" w:rsidR="00303DD8" w:rsidP="00AA2E0F" w:rsidRDefault="00303DD8" w14:paraId="77B0E8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957B50" w:rsidR="00303DD8" w:rsidP="000D724D" w:rsidRDefault="00303DD8" w14:paraId="58DF82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303DD8" w:rsidTr="00303DD8" w14:paraId="2D95FA2D" w14:textId="77777777">
        <w:tc>
          <w:tcPr>
            <w:tcW w:w="1962" w:type="dxa"/>
          </w:tcPr>
          <w:p w:rsidRPr="00957B50" w:rsidR="00303DD8" w:rsidP="00303DD8" w:rsidRDefault="00303DD8" w14:paraId="43F03B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957B50" w:rsidR="00303DD8" w:rsidP="00AA2E0F" w:rsidRDefault="00303DD8" w14:paraId="721D95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:rsidRPr="00957B50" w:rsidR="00303DD8" w:rsidP="000D724D" w:rsidRDefault="00303DD8" w14:paraId="740CE4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303DD8" w:rsidTr="00303DD8" w14:paraId="5FD69186" w14:textId="77777777">
        <w:tc>
          <w:tcPr>
            <w:tcW w:w="1962" w:type="dxa"/>
          </w:tcPr>
          <w:p w:rsidRPr="00957B50" w:rsidR="00303DD8" w:rsidP="00303DD8" w:rsidRDefault="00303DD8" w14:paraId="6DAB6B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:rsidRPr="00957B50" w:rsidR="00303DD8" w:rsidP="00303DD8" w:rsidRDefault="00303DD8" w14:paraId="644383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:rsidRPr="00957B50" w:rsidR="00303DD8" w:rsidP="000D724D" w:rsidRDefault="00303DD8" w14:paraId="0D06FA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4599999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0A552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155182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1AB7454" w14:textId="77777777">
        <w:tc>
          <w:tcPr>
            <w:tcW w:w="9670" w:type="dxa"/>
          </w:tcPr>
          <w:p w:rsidRPr="00957B50" w:rsidR="00303DD8" w:rsidP="00303DD8" w:rsidRDefault="00303DD8" w14:paraId="488C07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957B50" w:rsidR="00303DD8" w:rsidP="00303DD8" w:rsidRDefault="00303DD8" w14:paraId="3F18E9B0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Pr="00957B50" w:rsidR="00303DD8" w:rsidP="00303DD8" w:rsidRDefault="00303DD8" w14:paraId="39C9CF91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:rsidRPr="009C54AE" w:rsidR="0085747A" w:rsidP="00DE5274" w:rsidRDefault="00303DD8" w14:paraId="66706A50" w14:textId="30CAD9E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:rsidRPr="009C54AE" w:rsidR="0085747A" w:rsidP="009C54AE" w:rsidRDefault="0085747A" w14:paraId="299A784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604493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0D7A315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1C66DB9" w14:paraId="3DFC4D96" w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23C335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12ED8B0E" w14:textId="29AAC6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D76549" w:rsidTr="01C66DB9" w14:paraId="07DFAAE4" w14:textId="77777777">
        <w:tc>
          <w:tcPr>
            <w:tcW w:w="4902" w:type="dxa"/>
            <w:tcMar/>
          </w:tcPr>
          <w:p w:rsidRPr="009C54AE" w:rsidR="00D76549" w:rsidP="00D76549" w:rsidRDefault="00D76549" w14:paraId="133941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176B89" w:rsidR="00D76549" w:rsidP="01C66DB9" w:rsidRDefault="00332A21" w14:paraId="16925BFD" w14:textId="4F8AA8CB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01C66DB9" w:rsidR="01C66DB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D76549" w:rsidTr="01C66DB9" w14:paraId="0D9B0D25" w14:textId="77777777">
        <w:tc>
          <w:tcPr>
            <w:tcW w:w="4902" w:type="dxa"/>
            <w:tcMar/>
          </w:tcPr>
          <w:p w:rsidRPr="009C54AE" w:rsidR="00D76549" w:rsidP="00D76549" w:rsidRDefault="00D76549" w14:paraId="2AABA6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D76549" w:rsidP="00D76549" w:rsidRDefault="00D76549" w14:paraId="1614B7CB" w14:textId="493C34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Mar/>
          </w:tcPr>
          <w:p w:rsidRPr="00176B89" w:rsidR="00D76549" w:rsidP="00D76549" w:rsidRDefault="00D76549" w14:paraId="33DBAD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D76549" w:rsidTr="01C66DB9" w14:paraId="1F52C2BC" w14:textId="77777777">
        <w:tc>
          <w:tcPr>
            <w:tcW w:w="4902" w:type="dxa"/>
            <w:tcMar/>
          </w:tcPr>
          <w:p w:rsidRPr="009C54AE" w:rsidR="00D76549" w:rsidP="00DE5274" w:rsidRDefault="00D76549" w14:paraId="028B4AD4" w14:textId="04B1E0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Mar/>
          </w:tcPr>
          <w:p w:rsidRPr="00176B89" w:rsidR="00D76549" w:rsidP="00D76549" w:rsidRDefault="005D3153" w14:paraId="34C25C11" w14:textId="1E6F8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1C66DB9" w:rsidR="005D3153">
              <w:rPr>
                <w:rFonts w:ascii="Corbel" w:hAnsi="Corbel"/>
                <w:sz w:val="24"/>
                <w:szCs w:val="24"/>
              </w:rPr>
              <w:t>4</w:t>
            </w:r>
            <w:r w:rsidRPr="01C66DB9" w:rsidR="00332A2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D76549" w:rsidTr="01C66DB9" w14:paraId="0DCB88C0" w14:textId="77777777">
        <w:tc>
          <w:tcPr>
            <w:tcW w:w="4902" w:type="dxa"/>
            <w:tcMar/>
          </w:tcPr>
          <w:p w:rsidRPr="009C54AE" w:rsidR="00D76549" w:rsidP="00D76549" w:rsidRDefault="00D76549" w14:paraId="450566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176B89" w:rsidR="00D76549" w:rsidP="01C66DB9" w:rsidRDefault="000F1465" w14:paraId="7B3A7C9D" w14:textId="470C612B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01C66DB9" w:rsidR="01C66DB9">
              <w:rPr>
                <w:rFonts w:ascii="Corbel" w:hAnsi="Corbel"/>
                <w:b w:val="1"/>
                <w:bCs w:val="1"/>
                <w:sz w:val="24"/>
                <w:szCs w:val="24"/>
              </w:rPr>
              <w:t>75</w:t>
            </w:r>
          </w:p>
        </w:tc>
      </w:tr>
      <w:tr w:rsidRPr="009C54AE" w:rsidR="00D76549" w:rsidTr="01C66DB9" w14:paraId="7E00514B" w14:textId="77777777">
        <w:tc>
          <w:tcPr>
            <w:tcW w:w="4902" w:type="dxa"/>
            <w:tcMar/>
          </w:tcPr>
          <w:p w:rsidRPr="009C54AE" w:rsidR="00D76549" w:rsidP="00D76549" w:rsidRDefault="00D76549" w14:paraId="5449EF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Mar/>
          </w:tcPr>
          <w:p w:rsidRPr="00176B89" w:rsidR="00D76549" w:rsidP="01C66DB9" w:rsidRDefault="00D76549" w14:paraId="336327F3" w14:textId="14D5D8A7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01C66DB9" w:rsidR="01C66DB9">
              <w:rPr>
                <w:rFonts w:ascii="Corbel" w:hAnsi="Corbel"/>
                <w:b w:val="1"/>
                <w:bCs w:val="1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D3B970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221E5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014269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018233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0D724D" w14:paraId="0590B54F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90B40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616F6E" w:rsidRDefault="00616F6E" w14:paraId="1FC5E28B" w14:textId="4FE1C4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0D724D" w14:paraId="6FAEC1C6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B883D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616F6E" w:rsidRDefault="00616F6E" w14:paraId="54B6462B" w14:textId="232C7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E4CC73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28232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57D6B14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00D724D" w14:paraId="67AB17FD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625BFD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83294" w:rsidP="00E84333" w:rsidRDefault="00283294" w14:paraId="7E27B910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:rsidR="00283294" w:rsidP="00E84333" w:rsidRDefault="00283294" w14:paraId="54F3A594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:rsidR="00283294" w:rsidP="00E84333" w:rsidRDefault="00283294" w14:paraId="222407E4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:rsidRPr="00E84333" w:rsidR="00283294" w:rsidP="00E84333" w:rsidRDefault="00283294" w14:paraId="5B4F8999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:rsidRPr="00E84333" w:rsidR="00E84333" w:rsidP="00B80DBD" w:rsidRDefault="00E84333" w14:paraId="155E8F45" w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Pr="009C54AE" w:rsidR="0085747A" w:rsidTr="000D724D" w14:paraId="78ED5F8C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9C441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83294" w:rsidP="00283294" w:rsidRDefault="00283294" w14:paraId="6912416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:rsidRPr="00957B50" w:rsidR="00E84333" w:rsidP="00283294" w:rsidRDefault="00E84333" w14:paraId="7C645EE3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:rsidR="00283294" w:rsidP="00283294" w:rsidRDefault="00E84333" w14:paraId="3199336F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:rsidR="00283294" w:rsidP="00283294" w:rsidRDefault="00283294" w14:paraId="5D5704A9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:rsidR="00283294" w:rsidP="009C54AE" w:rsidRDefault="00283294" w14:paraId="6E5AB157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R. (2016). Finanse a dobrobyt społeczny.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PTE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:rsidRPr="00283294" w:rsidR="00FE51CF" w:rsidP="009C54AE" w:rsidRDefault="00FE51CF" w14:paraId="285250A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</w:tbl>
    <w:p w:rsidRPr="009C54AE" w:rsidR="0085747A" w:rsidP="009C54AE" w:rsidRDefault="0085747A" w14:paraId="45777D3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40C5EE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9A1CAA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BC6" w:rsidP="00C16ABF" w:rsidRDefault="00310BC6" w14:paraId="19D86EB3" w14:textId="77777777">
      <w:pPr>
        <w:spacing w:after="0" w:line="240" w:lineRule="auto"/>
      </w:pPr>
      <w:r>
        <w:separator/>
      </w:r>
    </w:p>
  </w:endnote>
  <w:endnote w:type="continuationSeparator" w:id="0">
    <w:p w:rsidR="00310BC6" w:rsidP="00C16ABF" w:rsidRDefault="00310BC6" w14:paraId="7DE002E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BC6" w:rsidP="00C16ABF" w:rsidRDefault="00310BC6" w14:paraId="4E3184AF" w14:textId="77777777">
      <w:pPr>
        <w:spacing w:after="0" w:line="240" w:lineRule="auto"/>
      </w:pPr>
      <w:r>
        <w:separator/>
      </w:r>
    </w:p>
  </w:footnote>
  <w:footnote w:type="continuationSeparator" w:id="0">
    <w:p w:rsidR="00310BC6" w:rsidP="00C16ABF" w:rsidRDefault="00310BC6" w14:paraId="32ABD7B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2F3"/>
    <w:rsid w:val="000048FD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5712C"/>
    <w:rsid w:val="001640A7"/>
    <w:rsid w:val="00164FA7"/>
    <w:rsid w:val="00166A03"/>
    <w:rsid w:val="00170364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2DC"/>
    <w:rsid w:val="00281FF2"/>
    <w:rsid w:val="00283294"/>
    <w:rsid w:val="002857DE"/>
    <w:rsid w:val="00291567"/>
    <w:rsid w:val="002A22BF"/>
    <w:rsid w:val="002A2389"/>
    <w:rsid w:val="002A671D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0BC6"/>
    <w:rsid w:val="003151C5"/>
    <w:rsid w:val="00331BD4"/>
    <w:rsid w:val="00332A2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65162"/>
    <w:rsid w:val="0056696D"/>
    <w:rsid w:val="005721D1"/>
    <w:rsid w:val="0059484D"/>
    <w:rsid w:val="005A0855"/>
    <w:rsid w:val="005A133C"/>
    <w:rsid w:val="005A3196"/>
    <w:rsid w:val="005B045D"/>
    <w:rsid w:val="005C080F"/>
    <w:rsid w:val="005C55E5"/>
    <w:rsid w:val="005C696A"/>
    <w:rsid w:val="005D3153"/>
    <w:rsid w:val="005E6E85"/>
    <w:rsid w:val="005F31D2"/>
    <w:rsid w:val="005F5925"/>
    <w:rsid w:val="0061029B"/>
    <w:rsid w:val="00616F6E"/>
    <w:rsid w:val="00617230"/>
    <w:rsid w:val="00621CE1"/>
    <w:rsid w:val="00627FC9"/>
    <w:rsid w:val="00631E0E"/>
    <w:rsid w:val="00647FA8"/>
    <w:rsid w:val="00650C5F"/>
    <w:rsid w:val="00654934"/>
    <w:rsid w:val="006620D9"/>
    <w:rsid w:val="00667AC5"/>
    <w:rsid w:val="00671958"/>
    <w:rsid w:val="00675843"/>
    <w:rsid w:val="00696477"/>
    <w:rsid w:val="006D050F"/>
    <w:rsid w:val="006D6139"/>
    <w:rsid w:val="006E5D65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00AFB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6992"/>
    <w:rsid w:val="00C56036"/>
    <w:rsid w:val="00C61DC5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51E44"/>
    <w:rsid w:val="00E63348"/>
    <w:rsid w:val="00E661B9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F070AB"/>
    <w:rsid w:val="00F17567"/>
    <w:rsid w:val="00F205FC"/>
    <w:rsid w:val="00F27A7B"/>
    <w:rsid w:val="00F526AF"/>
    <w:rsid w:val="00F617C3"/>
    <w:rsid w:val="00F7066B"/>
    <w:rsid w:val="00F83B28"/>
    <w:rsid w:val="00F953FD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  <w:rsid w:val="01C66DB9"/>
    <w:rsid w:val="063E9B50"/>
    <w:rsid w:val="63D77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DE5274"/>
  </w:style>
  <w:style w:type="character" w:styleId="spellingerror" w:customStyle="1">
    <w:name w:val="spellingerror"/>
    <w:basedOn w:val="Domylnaczcionkaakapitu"/>
    <w:rsid w:val="00DE5274"/>
  </w:style>
  <w:style w:type="character" w:styleId="eop" w:customStyle="1">
    <w:name w:val="eop"/>
    <w:basedOn w:val="Domylnaczcionkaakapitu"/>
    <w:rsid w:val="00DE5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7E9718-2DEE-424F-98A5-0F53D5E38CCE}"/>
</file>

<file path=customXml/itemProps3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9FF414-C983-426E-BE58-DCEBEA1127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Lidia Kaliszczak</lastModifiedBy>
  <revision>24</revision>
  <lastPrinted>2019-02-06T12:12:00.0000000Z</lastPrinted>
  <dcterms:created xsi:type="dcterms:W3CDTF">2020-10-13T10:17:00.0000000Z</dcterms:created>
  <dcterms:modified xsi:type="dcterms:W3CDTF">2022-06-07T10:38:13.6002279Z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